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 w:rsidR="00957436">
        <w:rPr>
          <w:lang w:val="fr-BE"/>
        </w:rPr>
        <w:t>zichtbare</w:t>
      </w:r>
      <w:proofErr w:type="spellEnd"/>
      <w:r w:rsidR="00957436"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 w:rsidR="00957436">
        <w:rPr>
          <w:lang w:val="fr-BE"/>
        </w:rPr>
        <w:t>boven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654CF7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957436">
        <w:t>bovenaan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986630" w:rsidRDefault="00986630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98663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687A186" wp14:editId="7C4C9194">
            <wp:extent cx="2981325" cy="396373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4437" cy="396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986630">
      <w:rPr>
        <w:rFonts w:ascii="Arial" w:hAnsi="Arial" w:cs="Arial"/>
        <w:b/>
        <w:szCs w:val="24"/>
        <w:lang w:val="fr-BE"/>
      </w:rPr>
      <w:t xml:space="preserve">van </w:t>
    </w:r>
    <w:proofErr w:type="spellStart"/>
    <w:r w:rsidR="00986630">
      <w:rPr>
        <w:rFonts w:ascii="Arial" w:hAnsi="Arial" w:cs="Arial"/>
        <w:b/>
        <w:szCs w:val="24"/>
        <w:lang w:val="fr-BE"/>
      </w:rPr>
      <w:t>boven</w:t>
    </w:r>
    <w:proofErr w:type="spellEnd"/>
  </w:p>
  <w:p w:rsidR="00ED19D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</w:p>
  <w:p w:rsidR="00025544" w:rsidRPr="003E31F1" w:rsidRDefault="00ED19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keramische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afvoerzeef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9D1" w:rsidRDefault="00ED19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4CF7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7436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6630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19D1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23E41D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E0A09B7-C591-4FD6-9840-ACDEC9CF445D}"/>
</file>

<file path=customXml/itemProps2.xml><?xml version="1.0" encoding="utf-8"?>
<ds:datastoreItem xmlns:ds="http://schemas.openxmlformats.org/officeDocument/2006/customXml" ds:itemID="{E3BCFDFF-143F-4C64-9EDA-8BB4904A12B1}"/>
</file>

<file path=customXml/itemProps3.xml><?xml version="1.0" encoding="utf-8"?>
<ds:datastoreItem xmlns:ds="http://schemas.openxmlformats.org/officeDocument/2006/customXml" ds:itemID="{2713B017-05CF-4255-8AB9-CE408A81D11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3</Pages>
  <Words>226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12</cp:revision>
  <cp:lastPrinted>2011-12-15T11:14:00Z</cp:lastPrinted>
  <dcterms:created xsi:type="dcterms:W3CDTF">2020-04-08T13:29:00Z</dcterms:created>
  <dcterms:modified xsi:type="dcterms:W3CDTF">2020-05-07T12:20:00Z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